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197B7D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Valley High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020507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197B7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197B7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17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197B7D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87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197B7D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17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197B7D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19.5%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82.4%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197B7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100.0%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197B7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197B7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197B7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197B7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197B7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197B7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197B7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197B7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197B7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197B7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197B7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197B7D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35.3%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29.4%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197B7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  <w:tc>
          <w:tcPr>
            <w:tcW w:w="912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29.4%</w:t>
            </w:r>
          </w:p>
        </w:tc>
        <w:tc>
          <w:tcPr>
            <w:tcW w:w="912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52.9%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  <w:tc>
          <w:tcPr>
            <w:tcW w:w="912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11.8%</w:t>
            </w:r>
          </w:p>
        </w:tc>
        <w:tc>
          <w:tcPr>
            <w:tcW w:w="912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29.4%</w:t>
            </w:r>
          </w:p>
        </w:tc>
        <w:tc>
          <w:tcPr>
            <w:tcW w:w="912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  <w:tc>
          <w:tcPr>
            <w:tcW w:w="912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5.9%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197B7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197B7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58.8%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197B7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23.5%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197B7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17.6%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197B7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197B7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197B7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197B7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197B7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197B7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88.2%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197B7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11.8%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197B7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76.5%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197B7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197B7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9B797D" w:rsidRPr="00797E2A" w:rsidRDefault="00197B7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11.8%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197B7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440" w:type="dxa"/>
          </w:tcPr>
          <w:p w:rsidR="008B42CE" w:rsidRPr="00797E2A" w:rsidRDefault="00197B7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5.9%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197B7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440" w:type="dxa"/>
          </w:tcPr>
          <w:p w:rsidR="008B42CE" w:rsidRPr="00797E2A" w:rsidRDefault="00197B7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47.1%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70.6%</w:t>
            </w:r>
          </w:p>
        </w:tc>
        <w:tc>
          <w:tcPr>
            <w:tcW w:w="1440" w:type="dxa"/>
          </w:tcPr>
          <w:p w:rsidR="00ED0933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35.3%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889" w:type="pct"/>
          </w:tcPr>
          <w:p w:rsidR="004206F3" w:rsidRPr="000B28B6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88.2%</w:t>
            </w:r>
          </w:p>
        </w:tc>
        <w:tc>
          <w:tcPr>
            <w:tcW w:w="1011" w:type="pct"/>
          </w:tcPr>
          <w:p w:rsidR="004206F3" w:rsidRPr="000B28B6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11.8%</w:t>
            </w:r>
          </w:p>
        </w:tc>
        <w:tc>
          <w:tcPr>
            <w:tcW w:w="889" w:type="pct"/>
          </w:tcPr>
          <w:p w:rsidR="004206F3" w:rsidRPr="000B28B6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88.2%</w:t>
            </w:r>
          </w:p>
        </w:tc>
        <w:tc>
          <w:tcPr>
            <w:tcW w:w="1011" w:type="pct"/>
          </w:tcPr>
          <w:p w:rsidR="004206F3" w:rsidRPr="000B28B6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47.1%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52.9%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52.9%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35.3%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11.8%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197B7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0.0%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11.8%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370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47.1%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370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17.6%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370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17.6%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370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5.9%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370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5.9%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64.7%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197B7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17.6%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17.6%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29.4%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17.6%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41.2%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23.5%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41.2%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11.8%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23.5%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5.9%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5.9%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197B7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58.8%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41.2%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52.9%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17.6%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5.9%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23.5%</w:t>
            </w:r>
          </w:p>
        </w:tc>
        <w:tc>
          <w:tcPr>
            <w:tcW w:w="126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99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11.8%</w:t>
            </w:r>
          </w:p>
        </w:tc>
        <w:tc>
          <w:tcPr>
            <w:tcW w:w="1170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47.1%</w:t>
            </w:r>
          </w:p>
        </w:tc>
        <w:tc>
          <w:tcPr>
            <w:tcW w:w="1435" w:type="dxa"/>
            <w:noWrap/>
          </w:tcPr>
          <w:p w:rsidR="00364F87" w:rsidRPr="00797E2A" w:rsidRDefault="00197B7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5.9%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58.8%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76.5%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29.4%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76.5%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64.7%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58.8%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52.9%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52.9%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64.7%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76.5%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64.7%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52.9%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23.5%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197B7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11.8%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B7D" w:rsidRDefault="00197B7D" w:rsidP="0035328A">
      <w:pPr>
        <w:spacing w:after="0" w:line="240" w:lineRule="auto"/>
      </w:pPr>
      <w:r>
        <w:separator/>
      </w:r>
    </w:p>
  </w:endnote>
  <w:endnote w:type="continuationSeparator" w:id="0">
    <w:p w:rsidR="00197B7D" w:rsidRDefault="00197B7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197B7D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B7D" w:rsidRDefault="00197B7D" w:rsidP="0035328A">
      <w:pPr>
        <w:spacing w:after="0" w:line="240" w:lineRule="auto"/>
      </w:pPr>
      <w:r>
        <w:separator/>
      </w:r>
    </w:p>
  </w:footnote>
  <w:footnote w:type="continuationSeparator" w:id="0">
    <w:p w:rsidR="00197B7D" w:rsidRDefault="00197B7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7D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97B7D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37AC9848-E821-4A6B-B8E8-F03FBC52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5F3D5-20D8-495E-B4EF-9C9A6B09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2016-04-26T20:04:00Z</dcterms:created>
  <dcterms:modified xsi:type="dcterms:W3CDTF">2016-04-26T20:04:00Z</dcterms:modified>
</cp:coreProperties>
</file>